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962C9">
      <w:pPr>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报考诚信承诺书</w:t>
      </w:r>
    </w:p>
    <w:p w14:paraId="0C2CE8A7">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我报考灌云县公安局</w:t>
      </w:r>
      <w:r>
        <w:rPr>
          <w:rFonts w:ascii="黑体" w:hAnsi="黑体" w:eastAsia="黑体" w:cs="黑体"/>
          <w:b w:val="0"/>
          <w:bCs w:val="0"/>
          <w:sz w:val="30"/>
          <w:szCs w:val="30"/>
        </w:rPr>
        <w:t>202</w:t>
      </w:r>
      <w:r>
        <w:rPr>
          <w:rFonts w:hint="eastAsia" w:ascii="黑体" w:hAnsi="黑体" w:eastAsia="黑体" w:cs="黑体"/>
          <w:b w:val="0"/>
          <w:bCs w:val="0"/>
          <w:sz w:val="30"/>
          <w:szCs w:val="30"/>
          <w:lang w:val="en-US" w:eastAsia="zh-CN"/>
        </w:rPr>
        <w:t>5</w:t>
      </w:r>
      <w:r>
        <w:rPr>
          <w:rFonts w:hint="eastAsia" w:ascii="黑体" w:hAnsi="黑体" w:eastAsia="黑体" w:cs="黑体"/>
          <w:b w:val="0"/>
          <w:bCs w:val="0"/>
          <w:sz w:val="30"/>
          <w:szCs w:val="30"/>
        </w:rPr>
        <w:t>年</w:t>
      </w:r>
      <w:r>
        <w:rPr>
          <w:rFonts w:hint="eastAsia" w:ascii="黑体" w:hAnsi="黑体" w:eastAsia="黑体" w:cs="黑体"/>
          <w:b w:val="0"/>
          <w:bCs w:val="0"/>
          <w:color w:val="FF0000"/>
          <w:sz w:val="30"/>
          <w:szCs w:val="30"/>
          <w:lang w:val="en-US" w:eastAsia="zh-CN"/>
        </w:rPr>
        <w:t>7</w:t>
      </w:r>
      <w:r>
        <w:rPr>
          <w:rFonts w:hint="eastAsia" w:ascii="黑体" w:hAnsi="黑体" w:eastAsia="黑体" w:cs="黑体"/>
          <w:b w:val="0"/>
          <w:bCs w:val="0"/>
          <w:sz w:val="30"/>
          <w:szCs w:val="30"/>
        </w:rPr>
        <w:t>月警务辅助人员招录职位，我已仔细阅读灌云县公安局警务辅助人员招聘简章，清楚并理解其内容和要求。在此我郑重承诺</w:t>
      </w:r>
      <w:r>
        <w:rPr>
          <w:rFonts w:ascii="黑体" w:hAnsi="黑体" w:eastAsia="黑体" w:cs="黑体"/>
          <w:b w:val="0"/>
          <w:bCs w:val="0"/>
          <w:sz w:val="30"/>
          <w:szCs w:val="30"/>
        </w:rPr>
        <w:t>:</w:t>
      </w:r>
    </w:p>
    <w:p w14:paraId="4BB8D96D">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一、自觉遵守警务辅助人员招录的有关政策</w:t>
      </w:r>
      <w:r>
        <w:rPr>
          <w:rFonts w:ascii="黑体" w:hAnsi="黑体" w:eastAsia="黑体" w:cs="黑体"/>
          <w:b w:val="0"/>
          <w:bCs w:val="0"/>
          <w:sz w:val="30"/>
          <w:szCs w:val="30"/>
        </w:rPr>
        <w:t>;</w:t>
      </w:r>
      <w:r>
        <w:rPr>
          <w:rFonts w:hint="eastAsia" w:ascii="黑体" w:hAnsi="黑体" w:eastAsia="黑体" w:cs="黑体"/>
          <w:b w:val="0"/>
          <w:bCs w:val="0"/>
          <w:sz w:val="30"/>
          <w:szCs w:val="30"/>
        </w:rPr>
        <w:t>遵守考试纪律，服从考试安排，不舞弊或协助他人舞弊。</w:t>
      </w:r>
    </w:p>
    <w:p w14:paraId="78B8F148">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二、真实、完整、准确地提供本人报名信息、各种资料、材料</w:t>
      </w:r>
      <w:r>
        <w:rPr>
          <w:rFonts w:ascii="黑体" w:hAnsi="黑体" w:eastAsia="黑体" w:cs="黑体"/>
          <w:b w:val="0"/>
          <w:bCs w:val="0"/>
          <w:sz w:val="30"/>
          <w:szCs w:val="30"/>
        </w:rPr>
        <w:t>;</w:t>
      </w:r>
      <w:r>
        <w:rPr>
          <w:rFonts w:hint="eastAsia" w:ascii="黑体" w:hAnsi="黑体" w:eastAsia="黑体" w:cs="黑体"/>
          <w:b w:val="0"/>
          <w:bCs w:val="0"/>
          <w:sz w:val="30"/>
          <w:szCs w:val="30"/>
        </w:rPr>
        <w:t>准确提供有效的联系方式，并保证在招录期间联系畅通。</w:t>
      </w:r>
      <w:bookmarkStart w:id="0" w:name="_GoBack"/>
      <w:bookmarkEnd w:id="0"/>
    </w:p>
    <w:p w14:paraId="342885D4">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三、不弄虚作假，不伪造、不使用假证明、假照片、假证</w:t>
      </w:r>
    </w:p>
    <w:p w14:paraId="34B29A0A">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四、不传播、不编造虚假信息，不故意浪费招录资源。</w:t>
      </w:r>
    </w:p>
    <w:p w14:paraId="4D51A0D5">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五、无曾被国家机关、事业单位开除公职或者辞退情形。</w:t>
      </w:r>
    </w:p>
    <w:p w14:paraId="00C5158B">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六、保证符合招考简章及招考职位计划中要求的资格条件认真履行报考人员的各项义务。</w:t>
      </w:r>
    </w:p>
    <w:p w14:paraId="599A5E64">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七、在进入岗位能力测试、面试、体检、政审</w:t>
      </w:r>
      <w:r>
        <w:rPr>
          <w:rFonts w:ascii="黑体" w:hAnsi="黑体" w:eastAsia="黑体" w:cs="黑体"/>
          <w:b w:val="0"/>
          <w:bCs w:val="0"/>
          <w:sz w:val="30"/>
          <w:szCs w:val="30"/>
        </w:rPr>
        <w:t>(</w:t>
      </w:r>
      <w:r>
        <w:rPr>
          <w:rFonts w:hint="eastAsia" w:ascii="黑体" w:hAnsi="黑体" w:eastAsia="黑体" w:cs="黑体"/>
          <w:b w:val="0"/>
          <w:bCs w:val="0"/>
          <w:sz w:val="30"/>
          <w:szCs w:val="30"/>
        </w:rPr>
        <w:t>考察</w:t>
      </w:r>
      <w:r>
        <w:rPr>
          <w:rFonts w:ascii="黑体" w:hAnsi="黑体" w:eastAsia="黑体" w:cs="黑体"/>
          <w:b w:val="0"/>
          <w:bCs w:val="0"/>
          <w:sz w:val="30"/>
          <w:szCs w:val="30"/>
        </w:rPr>
        <w:t>)</w:t>
      </w:r>
      <w:r>
        <w:rPr>
          <w:rFonts w:hint="eastAsia" w:ascii="黑体" w:hAnsi="黑体" w:eastAsia="黑体" w:cs="黑体"/>
          <w:b w:val="0"/>
          <w:bCs w:val="0"/>
          <w:sz w:val="30"/>
          <w:szCs w:val="30"/>
        </w:rPr>
        <w:t>、资格复审、公示、录用等程序，不无故放弃资格。特殊情况确需放弃的，提前向招录单位说明原因，并提出书面申请。</w:t>
      </w:r>
    </w:p>
    <w:p w14:paraId="736B9C62">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对违反以上承诺所造成的后果，本人自愿承担相应责任，并按有关规定接受处理。</w:t>
      </w:r>
    </w:p>
    <w:p w14:paraId="7586A107">
      <w:pPr>
        <w:spacing w:line="560" w:lineRule="exact"/>
        <w:ind w:firstLine="600" w:firstLineChars="200"/>
        <w:jc w:val="right"/>
        <w:rPr>
          <w:rFonts w:ascii="黑体" w:hAnsi="黑体" w:eastAsia="黑体" w:cs="黑体"/>
          <w:b w:val="0"/>
          <w:bCs w:val="0"/>
          <w:sz w:val="30"/>
          <w:szCs w:val="30"/>
        </w:rPr>
      </w:pPr>
    </w:p>
    <w:p w14:paraId="196FDBC0">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hint="eastAsia" w:ascii="黑体" w:hAnsi="黑体" w:eastAsia="黑体" w:cs="黑体"/>
          <w:b w:val="0"/>
          <w:bCs w:val="0"/>
          <w:sz w:val="30"/>
          <w:szCs w:val="30"/>
        </w:rPr>
        <w:t>考生（签字）：</w:t>
      </w:r>
    </w:p>
    <w:p w14:paraId="7ABCC08A">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rPr>
        <w:t>身份证号码：</w:t>
      </w:r>
    </w:p>
    <w:p w14:paraId="0436ABA4">
      <w:pPr>
        <w:spacing w:line="560" w:lineRule="exact"/>
        <w:ind w:firstLine="600" w:firstLineChars="200"/>
        <w:jc w:val="center"/>
        <w:rPr>
          <w:rFonts w:ascii="黑体" w:hAnsi="黑体" w:eastAsia="黑体" w:cs="黑体"/>
          <w:b w:val="0"/>
          <w:bCs w:val="0"/>
          <w:sz w:val="30"/>
          <w:szCs w:val="30"/>
        </w:rPr>
      </w:pPr>
    </w:p>
    <w:p w14:paraId="32A4F4BC">
      <w:pPr>
        <w:wordWrap w:val="0"/>
        <w:spacing w:line="560" w:lineRule="exact"/>
        <w:ind w:firstLine="600" w:firstLineChars="200"/>
        <w:jc w:val="right"/>
        <w:rPr>
          <w:rFonts w:ascii="黑体" w:hAnsi="黑体" w:eastAsia="黑体" w:cs="黑体"/>
          <w:b w:val="0"/>
          <w:bCs w:val="0"/>
          <w:sz w:val="30"/>
          <w:szCs w:val="30"/>
        </w:rPr>
      </w:pPr>
      <w:r>
        <w:rPr>
          <w:rFonts w:ascii="黑体" w:hAnsi="黑体" w:eastAsia="黑体" w:cs="黑体"/>
          <w:b w:val="0"/>
          <w:bCs w:val="0"/>
          <w:sz w:val="30"/>
          <w:szCs w:val="30"/>
        </w:rPr>
        <w:t xml:space="preserve">              202</w:t>
      </w:r>
      <w:r>
        <w:rPr>
          <w:rFonts w:hint="eastAsia" w:ascii="黑体" w:hAnsi="黑体" w:eastAsia="黑体" w:cs="黑体"/>
          <w:b w:val="0"/>
          <w:bCs w:val="0"/>
          <w:sz w:val="30"/>
          <w:szCs w:val="30"/>
          <w:lang w:val="en-US" w:eastAsia="zh-CN"/>
        </w:rPr>
        <w:t>5</w:t>
      </w:r>
      <w:r>
        <w:rPr>
          <w:rFonts w:hint="eastAsia" w:ascii="黑体" w:hAnsi="黑体" w:eastAsia="黑体" w:cs="黑体"/>
          <w:b w:val="0"/>
          <w:bCs w:val="0"/>
          <w:sz w:val="30"/>
          <w:szCs w:val="30"/>
        </w:rPr>
        <w:t>年</w:t>
      </w: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ascii="黑体" w:hAnsi="黑体" w:eastAsia="黑体" w:cs="黑体"/>
          <w:b w:val="0"/>
          <w:bCs w:val="0"/>
          <w:sz w:val="30"/>
          <w:szCs w:val="30"/>
        </w:rPr>
        <w:t xml:space="preserve"> </w:t>
      </w:r>
      <w:r>
        <w:rPr>
          <w:rFonts w:hint="eastAsia" w:ascii="黑体" w:hAnsi="黑体" w:eastAsia="黑体" w:cs="黑体"/>
          <w:b w:val="0"/>
          <w:bCs w:val="0"/>
          <w:sz w:val="30"/>
          <w:szCs w:val="30"/>
        </w:rPr>
        <w:t>月</w:t>
      </w:r>
    </w:p>
    <w:p w14:paraId="447AD788">
      <w:pPr>
        <w:spacing w:line="560" w:lineRule="exact"/>
        <w:ind w:firstLine="600" w:firstLineChars="200"/>
        <w:rPr>
          <w:rFonts w:ascii="黑体" w:hAnsi="黑体" w:eastAsia="黑体" w:cs="黑体"/>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Q4ZDY1NWFlYWZkZGIzNGVlNzkwYzIzNTg0MTI1ZDAifQ=="/>
  </w:docVars>
  <w:rsids>
    <w:rsidRoot w:val="14900F0D"/>
    <w:rsid w:val="00021F6B"/>
    <w:rsid w:val="00044DB4"/>
    <w:rsid w:val="000A5B38"/>
    <w:rsid w:val="000C0A05"/>
    <w:rsid w:val="000E09BA"/>
    <w:rsid w:val="0014178D"/>
    <w:rsid w:val="001C5797"/>
    <w:rsid w:val="002C3249"/>
    <w:rsid w:val="00340E0A"/>
    <w:rsid w:val="003D4162"/>
    <w:rsid w:val="003F0CC3"/>
    <w:rsid w:val="00441E7B"/>
    <w:rsid w:val="00462BE5"/>
    <w:rsid w:val="00555549"/>
    <w:rsid w:val="0063308D"/>
    <w:rsid w:val="0063671C"/>
    <w:rsid w:val="006439FA"/>
    <w:rsid w:val="006C676F"/>
    <w:rsid w:val="006F0360"/>
    <w:rsid w:val="00750DC2"/>
    <w:rsid w:val="00805A75"/>
    <w:rsid w:val="008A02B0"/>
    <w:rsid w:val="00903124"/>
    <w:rsid w:val="0097526C"/>
    <w:rsid w:val="009858A9"/>
    <w:rsid w:val="009B05CF"/>
    <w:rsid w:val="00A35AC9"/>
    <w:rsid w:val="00AA6490"/>
    <w:rsid w:val="00B07435"/>
    <w:rsid w:val="00B1265C"/>
    <w:rsid w:val="00B4134E"/>
    <w:rsid w:val="00B92A1E"/>
    <w:rsid w:val="00C15792"/>
    <w:rsid w:val="00CD4D82"/>
    <w:rsid w:val="00D240D6"/>
    <w:rsid w:val="00D5454D"/>
    <w:rsid w:val="00E724AD"/>
    <w:rsid w:val="00E76C8B"/>
    <w:rsid w:val="01265BAB"/>
    <w:rsid w:val="01D5131A"/>
    <w:rsid w:val="0D8F7B6A"/>
    <w:rsid w:val="0DE75C4E"/>
    <w:rsid w:val="0E1069E9"/>
    <w:rsid w:val="0E750A44"/>
    <w:rsid w:val="125079BD"/>
    <w:rsid w:val="14900F0D"/>
    <w:rsid w:val="1A144156"/>
    <w:rsid w:val="1B567B98"/>
    <w:rsid w:val="206B7DC6"/>
    <w:rsid w:val="21F46E37"/>
    <w:rsid w:val="23AF2D20"/>
    <w:rsid w:val="319F23D5"/>
    <w:rsid w:val="36D2506C"/>
    <w:rsid w:val="38363BED"/>
    <w:rsid w:val="3FF27325"/>
    <w:rsid w:val="40416EE7"/>
    <w:rsid w:val="4E214915"/>
    <w:rsid w:val="5AA94A26"/>
    <w:rsid w:val="5D480F7C"/>
    <w:rsid w:val="604755F5"/>
    <w:rsid w:val="6DE93FCB"/>
    <w:rsid w:val="715F40C6"/>
    <w:rsid w:val="716C4DE2"/>
    <w:rsid w:val="740C2C86"/>
    <w:rsid w:val="76CA7A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Pages>
  <Words>414</Words>
  <Characters>420</Characters>
  <Lines>0</Lines>
  <Paragraphs>0</Paragraphs>
  <TotalTime>210</TotalTime>
  <ScaleCrop>false</ScaleCrop>
  <LinksUpToDate>false</LinksUpToDate>
  <CharactersWithSpaces>467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2020-08-20T09:51:00Z</dcterms:created>
  <dc:creator>璇玑</dc:creator>
  <cp:lastModifiedBy>Public Security</cp:lastModifiedBy>
  <cp:lastPrinted>2023-08-24T01:01:00Z</cp:lastPrinted>
  <dcterms:modified xsi:type="dcterms:W3CDTF">2025-07-21T02:04:56Z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8F61D946139F4742BBF265395128AF86</vt:lpwstr>
  </property>
  <property fmtid="{D5CDD505-2E9C-101B-9397-08002B2CF9AE}" pid="4" name="KSOTemplateDocerSaveRecord">
    <vt:lpwstr>eyJoZGlkIjoiZTA4OTEzMmY2OWNiZGU2MTE3ZjU2Y2Y1M2I2NDE2YmEiLCJ1c2VySWQiOiI5ODk3NTA3NTQifQ==</vt:lpwstr>
  </property>
</Properties>
</file>